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6451C3" w14:textId="77777777" w:rsidR="00070D23" w:rsidRDefault="00722A6B">
      <w:pPr>
        <w:rPr>
          <w:sz w:val="24"/>
          <w:szCs w:val="24"/>
        </w:rPr>
      </w:pPr>
      <w:bookmarkStart w:id="0" w:name="OLE_LINK1"/>
      <w:bookmarkStart w:id="1" w:name="OLE_LINK2"/>
      <w:r>
        <w:rPr>
          <w:sz w:val="24"/>
          <w:szCs w:val="24"/>
        </w:rPr>
        <w:t>Nom : ___________________________________</w:t>
      </w:r>
      <w:r>
        <w:rPr>
          <w:sz w:val="24"/>
          <w:szCs w:val="24"/>
        </w:rPr>
        <w:tab/>
        <w:t>Prénom : _____________________________</w:t>
      </w:r>
    </w:p>
    <w:p w14:paraId="62A181DA" w14:textId="4871F339" w:rsidR="00722A6B" w:rsidRDefault="008A6DA6" w:rsidP="00722A6B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Français </w:t>
      </w:r>
      <w:r w:rsidR="00267369">
        <w:rPr>
          <w:b/>
          <w:sz w:val="24"/>
          <w:szCs w:val="24"/>
        </w:rPr>
        <w:t>3</w:t>
      </w:r>
      <w:r w:rsidR="00722A6B">
        <w:rPr>
          <w:b/>
          <w:sz w:val="24"/>
          <w:szCs w:val="24"/>
        </w:rPr>
        <w:t xml:space="preserve"> – </w:t>
      </w:r>
      <w:r w:rsidR="00267369">
        <w:rPr>
          <w:b/>
          <w:sz w:val="24"/>
          <w:szCs w:val="24"/>
        </w:rPr>
        <w:t>Unité 1</w:t>
      </w:r>
    </w:p>
    <w:p w14:paraId="04D1F713" w14:textId="0600371F" w:rsidR="00267369" w:rsidRPr="00267369" w:rsidRDefault="00267369" w:rsidP="00267369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Bienvenue chez toi !</w:t>
      </w:r>
    </w:p>
    <w:p w14:paraId="28B14152" w14:textId="6D6E72C2" w:rsidR="00722A6B" w:rsidRDefault="00267369" w:rsidP="00722A6B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Les logements</w:t>
      </w:r>
    </w:p>
    <w:p w14:paraId="2B6EBE13" w14:textId="77777777" w:rsidR="00267369" w:rsidRDefault="00267369" w:rsidP="00722A6B">
      <w:pPr>
        <w:spacing w:after="0" w:line="240" w:lineRule="auto"/>
        <w:jc w:val="center"/>
        <w:rPr>
          <w:b/>
          <w:i/>
          <w:sz w:val="24"/>
          <w:szCs w:val="24"/>
        </w:rPr>
      </w:pPr>
    </w:p>
    <w:p w14:paraId="527E9C1E" w14:textId="12E4AEA5" w:rsidR="00267369" w:rsidRDefault="00267369" w:rsidP="00267369">
      <w:pPr>
        <w:spacing w:after="0"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Avant de commencer : </w:t>
      </w:r>
    </w:p>
    <w:p w14:paraId="7E5E3BD7" w14:textId="49DF7D8C" w:rsidR="00F31D0C" w:rsidRDefault="00F31D0C" w:rsidP="00267369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Instructions : </w:t>
      </w:r>
      <w:r>
        <w:rPr>
          <w:sz w:val="24"/>
          <w:szCs w:val="24"/>
        </w:rPr>
        <w:t>Où habitent les gens ? Avec un/e autre élève, pensez à toutes les raisons pourquoi les gens décident d’habiter dans…</w:t>
      </w:r>
    </w:p>
    <w:p w14:paraId="1DE03E73" w14:textId="77777777" w:rsidR="00F31D0C" w:rsidRPr="00F31D0C" w:rsidRDefault="00F31D0C" w:rsidP="00267369">
      <w:pPr>
        <w:spacing w:after="0" w:line="240" w:lineRule="auto"/>
        <w:rPr>
          <w:sz w:val="24"/>
          <w:szCs w:val="24"/>
        </w:rPr>
      </w:pPr>
    </w:p>
    <w:p w14:paraId="61C2A536" w14:textId="4E4A869A" w:rsidR="00F31D0C" w:rsidRPr="00F31D0C" w:rsidRDefault="00F31D0C" w:rsidP="00267369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         UN APPARTEMENT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UNE MAISON</w:t>
      </w:r>
    </w:p>
    <w:p w14:paraId="76ED5917" w14:textId="08CE60DD" w:rsidR="00267369" w:rsidRDefault="00267369" w:rsidP="00267369">
      <w:pPr>
        <w:spacing w:after="0" w:line="240" w:lineRule="auto"/>
        <w:rPr>
          <w:b/>
          <w:sz w:val="24"/>
          <w:szCs w:val="24"/>
        </w:rPr>
      </w:pPr>
      <w:r w:rsidRPr="00267369">
        <w:rPr>
          <w:b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 wp14:anchorId="4CB3BD16" wp14:editId="3CB94A93">
            <wp:simplePos x="0" y="0"/>
            <wp:positionH relativeFrom="column">
              <wp:posOffset>4204335</wp:posOffset>
            </wp:positionH>
            <wp:positionV relativeFrom="paragraph">
              <wp:posOffset>1270</wp:posOffset>
            </wp:positionV>
            <wp:extent cx="2361565" cy="1771015"/>
            <wp:effectExtent l="0" t="0" r="635" b="698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1565" cy="177101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7369">
        <w:rPr>
          <w:b/>
          <w:sz w:val="24"/>
          <w:szCs w:val="24"/>
          <w:lang w:val="en-US"/>
        </w:rPr>
        <w:drawing>
          <wp:inline distT="0" distB="0" distL="0" distR="0" wp14:anchorId="5AC54B5A" wp14:editId="27CB9A32">
            <wp:extent cx="2659796" cy="1771732"/>
            <wp:effectExtent l="0" t="0" r="7620" b="635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0430" cy="1772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67369">
        <w:rPr>
          <w:noProof/>
          <w:lang w:val="en-US" w:eastAsia="en-US"/>
        </w:rPr>
        <w:t xml:space="preserve"> </w:t>
      </w:r>
    </w:p>
    <w:bookmarkEnd w:id="0"/>
    <w:bookmarkEnd w:id="1"/>
    <w:p w14:paraId="41356C7F" w14:textId="77777777" w:rsidR="00267369" w:rsidRDefault="00267369" w:rsidP="00267369">
      <w:pPr>
        <w:spacing w:after="0" w:line="240" w:lineRule="auto"/>
        <w:rPr>
          <w:b/>
          <w:sz w:val="24"/>
          <w:szCs w:val="24"/>
        </w:rPr>
      </w:pPr>
    </w:p>
    <w:p w14:paraId="0348E42F" w14:textId="1E669134" w:rsidR="00F31D0C" w:rsidRPr="00F31D0C" w:rsidRDefault="00F31D0C" w:rsidP="00267369">
      <w:pPr>
        <w:spacing w:after="0" w:line="240" w:lineRule="auto"/>
        <w:rPr>
          <w:sz w:val="24"/>
          <w:szCs w:val="24"/>
        </w:rPr>
      </w:pPr>
      <w:r w:rsidRPr="00F31D0C">
        <w:rPr>
          <w:sz w:val="24"/>
          <w:szCs w:val="24"/>
        </w:rPr>
        <w:t>_______________________________________</w:t>
      </w:r>
      <w:r w:rsidRPr="00F31D0C">
        <w:rPr>
          <w:sz w:val="24"/>
          <w:szCs w:val="24"/>
        </w:rPr>
        <w:tab/>
      </w:r>
      <w:r w:rsidRPr="00F31D0C">
        <w:rPr>
          <w:sz w:val="24"/>
          <w:szCs w:val="24"/>
        </w:rPr>
        <w:tab/>
        <w:t>________________________________________</w:t>
      </w:r>
    </w:p>
    <w:p w14:paraId="01932E29" w14:textId="77777777" w:rsidR="00F31D0C" w:rsidRPr="00F31D0C" w:rsidRDefault="00F31D0C" w:rsidP="00267369">
      <w:pPr>
        <w:spacing w:after="0" w:line="240" w:lineRule="auto"/>
        <w:rPr>
          <w:sz w:val="24"/>
          <w:szCs w:val="24"/>
        </w:rPr>
      </w:pPr>
    </w:p>
    <w:p w14:paraId="76548F7D" w14:textId="77777777" w:rsidR="00F31D0C" w:rsidRPr="00F31D0C" w:rsidRDefault="00F31D0C" w:rsidP="00F31D0C">
      <w:pPr>
        <w:spacing w:after="0" w:line="240" w:lineRule="auto"/>
        <w:rPr>
          <w:sz w:val="24"/>
          <w:szCs w:val="24"/>
        </w:rPr>
      </w:pPr>
      <w:r w:rsidRPr="00F31D0C">
        <w:rPr>
          <w:sz w:val="24"/>
          <w:szCs w:val="24"/>
        </w:rPr>
        <w:t>_______________________________________</w:t>
      </w:r>
      <w:r w:rsidRPr="00F31D0C">
        <w:rPr>
          <w:sz w:val="24"/>
          <w:szCs w:val="24"/>
        </w:rPr>
        <w:tab/>
      </w:r>
      <w:r w:rsidRPr="00F31D0C">
        <w:rPr>
          <w:sz w:val="24"/>
          <w:szCs w:val="24"/>
        </w:rPr>
        <w:tab/>
        <w:t>________________________________________</w:t>
      </w:r>
    </w:p>
    <w:p w14:paraId="065E9A5D" w14:textId="77777777" w:rsidR="00F31D0C" w:rsidRDefault="00F31D0C" w:rsidP="00267369">
      <w:pPr>
        <w:spacing w:after="0" w:line="240" w:lineRule="auto"/>
        <w:rPr>
          <w:b/>
          <w:sz w:val="24"/>
          <w:szCs w:val="24"/>
        </w:rPr>
      </w:pPr>
    </w:p>
    <w:p w14:paraId="2E93CE80" w14:textId="77777777" w:rsidR="00F31D0C" w:rsidRPr="00F31D0C" w:rsidRDefault="00F31D0C" w:rsidP="00F31D0C">
      <w:pPr>
        <w:spacing w:after="0" w:line="240" w:lineRule="auto"/>
        <w:rPr>
          <w:sz w:val="24"/>
          <w:szCs w:val="24"/>
        </w:rPr>
      </w:pPr>
      <w:r w:rsidRPr="00F31D0C">
        <w:rPr>
          <w:sz w:val="24"/>
          <w:szCs w:val="24"/>
        </w:rPr>
        <w:t>_______________________________________</w:t>
      </w:r>
      <w:r w:rsidRPr="00F31D0C">
        <w:rPr>
          <w:sz w:val="24"/>
          <w:szCs w:val="24"/>
        </w:rPr>
        <w:tab/>
      </w:r>
      <w:r w:rsidRPr="00F31D0C">
        <w:rPr>
          <w:sz w:val="24"/>
          <w:szCs w:val="24"/>
        </w:rPr>
        <w:tab/>
        <w:t>________________________________________</w:t>
      </w:r>
    </w:p>
    <w:p w14:paraId="7765C3A9" w14:textId="77777777" w:rsidR="00F31D0C" w:rsidRPr="00F31D0C" w:rsidRDefault="00F31D0C" w:rsidP="00F31D0C">
      <w:pPr>
        <w:spacing w:after="0" w:line="240" w:lineRule="auto"/>
        <w:rPr>
          <w:sz w:val="24"/>
          <w:szCs w:val="24"/>
        </w:rPr>
      </w:pPr>
    </w:p>
    <w:p w14:paraId="16102F52" w14:textId="77777777" w:rsidR="00F31D0C" w:rsidRPr="00F31D0C" w:rsidRDefault="00F31D0C" w:rsidP="00F31D0C">
      <w:pPr>
        <w:spacing w:after="0" w:line="240" w:lineRule="auto"/>
        <w:rPr>
          <w:sz w:val="24"/>
          <w:szCs w:val="24"/>
        </w:rPr>
      </w:pPr>
      <w:r w:rsidRPr="00F31D0C">
        <w:rPr>
          <w:sz w:val="24"/>
          <w:szCs w:val="24"/>
        </w:rPr>
        <w:t>_______________________________________</w:t>
      </w:r>
      <w:r w:rsidRPr="00F31D0C">
        <w:rPr>
          <w:sz w:val="24"/>
          <w:szCs w:val="24"/>
        </w:rPr>
        <w:tab/>
      </w:r>
      <w:r w:rsidRPr="00F31D0C">
        <w:rPr>
          <w:sz w:val="24"/>
          <w:szCs w:val="24"/>
        </w:rPr>
        <w:tab/>
        <w:t>________________________________________</w:t>
      </w:r>
    </w:p>
    <w:p w14:paraId="44784543" w14:textId="77777777" w:rsidR="00F31D0C" w:rsidRDefault="00F31D0C" w:rsidP="00F31D0C">
      <w:pPr>
        <w:spacing w:after="0" w:line="240" w:lineRule="auto"/>
        <w:rPr>
          <w:sz w:val="24"/>
          <w:szCs w:val="24"/>
        </w:rPr>
      </w:pPr>
    </w:p>
    <w:p w14:paraId="05F41943" w14:textId="77777777" w:rsidR="00F31D0C" w:rsidRPr="00F31D0C" w:rsidRDefault="00F31D0C" w:rsidP="00F31D0C">
      <w:pPr>
        <w:spacing w:after="0" w:line="240" w:lineRule="auto"/>
        <w:rPr>
          <w:sz w:val="24"/>
          <w:szCs w:val="24"/>
        </w:rPr>
      </w:pPr>
      <w:r w:rsidRPr="00F31D0C">
        <w:rPr>
          <w:sz w:val="24"/>
          <w:szCs w:val="24"/>
        </w:rPr>
        <w:t>_______________________________________</w:t>
      </w:r>
      <w:r w:rsidRPr="00F31D0C">
        <w:rPr>
          <w:sz w:val="24"/>
          <w:szCs w:val="24"/>
        </w:rPr>
        <w:tab/>
      </w:r>
      <w:r w:rsidRPr="00F31D0C">
        <w:rPr>
          <w:sz w:val="24"/>
          <w:szCs w:val="24"/>
        </w:rPr>
        <w:tab/>
        <w:t>________________________________________</w:t>
      </w:r>
    </w:p>
    <w:p w14:paraId="2511B278" w14:textId="77777777" w:rsidR="00F31D0C" w:rsidRDefault="00F31D0C" w:rsidP="00267369">
      <w:pPr>
        <w:spacing w:after="0" w:line="240" w:lineRule="auto"/>
        <w:rPr>
          <w:b/>
          <w:sz w:val="24"/>
          <w:szCs w:val="24"/>
        </w:rPr>
      </w:pPr>
    </w:p>
    <w:p w14:paraId="55EF7CC7" w14:textId="1E047B9E" w:rsidR="00F31D0C" w:rsidRPr="00F31D0C" w:rsidRDefault="00F31D0C" w:rsidP="00F31D0C">
      <w:pPr>
        <w:spacing w:after="0" w:line="24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À vous la parole</w:t>
      </w:r>
    </w:p>
    <w:p w14:paraId="4B033AB1" w14:textId="437F9171" w:rsidR="00F31D0C" w:rsidRDefault="00F31D0C" w:rsidP="00F31D0C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Instructions : </w:t>
      </w:r>
      <w:r>
        <w:rPr>
          <w:sz w:val="24"/>
          <w:szCs w:val="24"/>
        </w:rPr>
        <w:t>Posez les questions suivantes à une autre personne.</w:t>
      </w:r>
    </w:p>
    <w:p w14:paraId="5F2903B1" w14:textId="77777777" w:rsidR="00F31D0C" w:rsidRDefault="00F31D0C" w:rsidP="00F31D0C">
      <w:pPr>
        <w:spacing w:after="0" w:line="240" w:lineRule="auto"/>
        <w:rPr>
          <w:sz w:val="24"/>
          <w:szCs w:val="24"/>
        </w:rPr>
      </w:pPr>
    </w:p>
    <w:p w14:paraId="0FFB645C" w14:textId="2D9C852A" w:rsidR="00F31D0C" w:rsidRDefault="00F31D0C" w:rsidP="00F31D0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1. Où habites-tu, un appartement ou une maison ? Décris un peu ton logement. (</w:t>
      </w:r>
      <w:proofErr w:type="gramStart"/>
      <w:r>
        <w:rPr>
          <w:sz w:val="24"/>
          <w:szCs w:val="24"/>
        </w:rPr>
        <w:t>grand</w:t>
      </w:r>
      <w:proofErr w:type="gramEnd"/>
      <w:r>
        <w:rPr>
          <w:sz w:val="24"/>
          <w:szCs w:val="24"/>
        </w:rPr>
        <w:t xml:space="preserve"> / petit, ancien/moderne)</w:t>
      </w:r>
    </w:p>
    <w:p w14:paraId="0AE48EFF" w14:textId="77777777" w:rsidR="00F31D0C" w:rsidRDefault="00F31D0C" w:rsidP="00F31D0C">
      <w:pPr>
        <w:spacing w:after="0" w:line="240" w:lineRule="auto"/>
        <w:rPr>
          <w:sz w:val="24"/>
          <w:szCs w:val="24"/>
        </w:rPr>
      </w:pPr>
    </w:p>
    <w:p w14:paraId="00A0EE5C" w14:textId="3F8F9286" w:rsidR="001C0937" w:rsidRDefault="001C0937" w:rsidP="00F31D0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</w:t>
      </w:r>
    </w:p>
    <w:p w14:paraId="38E4E0C4" w14:textId="77777777" w:rsidR="001C0937" w:rsidRDefault="001C0937" w:rsidP="00F31D0C">
      <w:pPr>
        <w:spacing w:after="0" w:line="240" w:lineRule="auto"/>
        <w:rPr>
          <w:sz w:val="24"/>
          <w:szCs w:val="24"/>
        </w:rPr>
      </w:pPr>
    </w:p>
    <w:p w14:paraId="1D940CDA" w14:textId="53BDD01A" w:rsidR="00F31D0C" w:rsidRDefault="00F31D0C" w:rsidP="00F31D0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2. Combien de pièces y-a-t-il dans ton logement ? Que sont-elles ?</w:t>
      </w:r>
    </w:p>
    <w:p w14:paraId="2E22E5F9" w14:textId="77777777" w:rsidR="001C0937" w:rsidRDefault="001C0937" w:rsidP="001C0937">
      <w:pPr>
        <w:spacing w:after="0" w:line="240" w:lineRule="auto"/>
        <w:rPr>
          <w:sz w:val="24"/>
          <w:szCs w:val="24"/>
        </w:rPr>
      </w:pPr>
    </w:p>
    <w:p w14:paraId="2F8FA53D" w14:textId="77777777" w:rsidR="001C0937" w:rsidRDefault="001C0937" w:rsidP="001C093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</w:t>
      </w:r>
    </w:p>
    <w:p w14:paraId="2485348E" w14:textId="77777777" w:rsidR="00F31D0C" w:rsidRDefault="00F31D0C" w:rsidP="00F31D0C">
      <w:pPr>
        <w:spacing w:after="0" w:line="240" w:lineRule="auto"/>
        <w:rPr>
          <w:sz w:val="24"/>
          <w:szCs w:val="24"/>
        </w:rPr>
      </w:pPr>
    </w:p>
    <w:p w14:paraId="253DF877" w14:textId="7C5684CB" w:rsidR="00F31D0C" w:rsidRDefault="00F31D0C" w:rsidP="00F31D0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3. As-tu une chambre à toi-même</w:t>
      </w:r>
      <w:r w:rsidR="001C0937">
        <w:rPr>
          <w:sz w:val="24"/>
          <w:szCs w:val="24"/>
        </w:rPr>
        <w:t xml:space="preserve"> ou la partages-tu ? Avec qui ?</w:t>
      </w:r>
    </w:p>
    <w:p w14:paraId="0BDD41D3" w14:textId="77777777" w:rsidR="001C0937" w:rsidRDefault="001C0937" w:rsidP="001C0937">
      <w:pPr>
        <w:spacing w:after="0" w:line="240" w:lineRule="auto"/>
        <w:rPr>
          <w:sz w:val="24"/>
          <w:szCs w:val="24"/>
        </w:rPr>
      </w:pPr>
    </w:p>
    <w:p w14:paraId="34C2D873" w14:textId="77777777" w:rsidR="001C0937" w:rsidRDefault="001C0937" w:rsidP="001C093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</w:t>
      </w:r>
    </w:p>
    <w:p w14:paraId="1E314DAB" w14:textId="77777777" w:rsidR="001C0937" w:rsidRDefault="001C0937" w:rsidP="00F31D0C">
      <w:pPr>
        <w:spacing w:after="0" w:line="240" w:lineRule="auto"/>
        <w:rPr>
          <w:sz w:val="24"/>
          <w:szCs w:val="24"/>
        </w:rPr>
      </w:pPr>
    </w:p>
    <w:p w14:paraId="647D5E94" w14:textId="1BA76A2D" w:rsidR="001C0937" w:rsidRDefault="001C0937" w:rsidP="00F31D0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4. Aimes-tu ton logement ? Où aimerais</w:t>
      </w:r>
      <w:r>
        <w:rPr>
          <w:rStyle w:val="FootnoteReference"/>
          <w:sz w:val="24"/>
          <w:szCs w:val="24"/>
        </w:rPr>
        <w:footnoteReference w:id="1"/>
      </w:r>
      <w:r>
        <w:rPr>
          <w:sz w:val="24"/>
          <w:szCs w:val="24"/>
        </w:rPr>
        <w:t>-tu habiter dans un autre type de logement ?</w:t>
      </w:r>
    </w:p>
    <w:p w14:paraId="58FD2B14" w14:textId="77777777" w:rsidR="001C0937" w:rsidRDefault="001C0937" w:rsidP="001C0937">
      <w:pPr>
        <w:spacing w:after="0" w:line="240" w:lineRule="auto"/>
        <w:rPr>
          <w:sz w:val="24"/>
          <w:szCs w:val="24"/>
        </w:rPr>
      </w:pPr>
    </w:p>
    <w:p w14:paraId="60201CF1" w14:textId="4232F041" w:rsidR="00F31D0C" w:rsidRPr="001C0937" w:rsidRDefault="001C0937" w:rsidP="0026736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</w:t>
      </w:r>
      <w:bookmarkStart w:id="2" w:name="_GoBack"/>
      <w:bookmarkEnd w:id="2"/>
    </w:p>
    <w:sectPr w:rsidR="00F31D0C" w:rsidRPr="001C0937" w:rsidSect="009C4E2C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0A1B61" w14:textId="77777777" w:rsidR="00F31D0C" w:rsidRDefault="00F31D0C" w:rsidP="00116F84">
      <w:pPr>
        <w:spacing w:after="0" w:line="240" w:lineRule="auto"/>
      </w:pPr>
      <w:r>
        <w:separator/>
      </w:r>
    </w:p>
  </w:endnote>
  <w:endnote w:type="continuationSeparator" w:id="0">
    <w:p w14:paraId="45483E4D" w14:textId="77777777" w:rsidR="00F31D0C" w:rsidRDefault="00F31D0C" w:rsidP="00116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69C305" w14:textId="77777777" w:rsidR="00F31D0C" w:rsidRDefault="00F31D0C" w:rsidP="00116F84">
      <w:pPr>
        <w:spacing w:after="0" w:line="240" w:lineRule="auto"/>
      </w:pPr>
      <w:r>
        <w:separator/>
      </w:r>
    </w:p>
  </w:footnote>
  <w:footnote w:type="continuationSeparator" w:id="0">
    <w:p w14:paraId="1AF38F8E" w14:textId="77777777" w:rsidR="00F31D0C" w:rsidRDefault="00F31D0C" w:rsidP="00116F84">
      <w:pPr>
        <w:spacing w:after="0" w:line="240" w:lineRule="auto"/>
      </w:pPr>
      <w:r>
        <w:continuationSeparator/>
      </w:r>
    </w:p>
  </w:footnote>
  <w:footnote w:id="1">
    <w:p w14:paraId="0CF41DA4" w14:textId="02E55402" w:rsidR="001C0937" w:rsidRPr="001C0937" w:rsidRDefault="001C0937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gramStart"/>
      <w:r>
        <w:rPr>
          <w:lang w:val="en-US"/>
        </w:rPr>
        <w:t>would</w:t>
      </w:r>
      <w:proofErr w:type="gramEnd"/>
      <w:r>
        <w:rPr>
          <w:lang w:val="en-US"/>
        </w:rPr>
        <w:t xml:space="preserve"> like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C7E66"/>
    <w:multiLevelType w:val="hybridMultilevel"/>
    <w:tmpl w:val="D82C99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3D2E53"/>
    <w:multiLevelType w:val="hybridMultilevel"/>
    <w:tmpl w:val="6B6EF32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EE48B1"/>
    <w:multiLevelType w:val="hybridMultilevel"/>
    <w:tmpl w:val="E01C3E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9067AD"/>
    <w:multiLevelType w:val="hybridMultilevel"/>
    <w:tmpl w:val="30DA8F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D26A6D"/>
    <w:multiLevelType w:val="hybridMultilevel"/>
    <w:tmpl w:val="6B6EF32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2D2"/>
    <w:rsid w:val="00070D23"/>
    <w:rsid w:val="000857D7"/>
    <w:rsid w:val="00116F84"/>
    <w:rsid w:val="001C0937"/>
    <w:rsid w:val="001E53FA"/>
    <w:rsid w:val="00214D2A"/>
    <w:rsid w:val="0025154B"/>
    <w:rsid w:val="00267369"/>
    <w:rsid w:val="002A3C60"/>
    <w:rsid w:val="002B6294"/>
    <w:rsid w:val="002E0352"/>
    <w:rsid w:val="002E3FD0"/>
    <w:rsid w:val="004B00A7"/>
    <w:rsid w:val="004F0C82"/>
    <w:rsid w:val="00562995"/>
    <w:rsid w:val="005D193A"/>
    <w:rsid w:val="005F198A"/>
    <w:rsid w:val="0060587B"/>
    <w:rsid w:val="006112D2"/>
    <w:rsid w:val="006C0276"/>
    <w:rsid w:val="00722A6B"/>
    <w:rsid w:val="00730821"/>
    <w:rsid w:val="007A2F0D"/>
    <w:rsid w:val="00840DB1"/>
    <w:rsid w:val="008A6DA6"/>
    <w:rsid w:val="008E0C12"/>
    <w:rsid w:val="00952AEF"/>
    <w:rsid w:val="009A48DB"/>
    <w:rsid w:val="009C4E2C"/>
    <w:rsid w:val="00A03963"/>
    <w:rsid w:val="00A23A9B"/>
    <w:rsid w:val="00B02BF6"/>
    <w:rsid w:val="00B4299A"/>
    <w:rsid w:val="00BB6CE3"/>
    <w:rsid w:val="00BC719E"/>
    <w:rsid w:val="00BD5B04"/>
    <w:rsid w:val="00BE362F"/>
    <w:rsid w:val="00C95A52"/>
    <w:rsid w:val="00DF05F0"/>
    <w:rsid w:val="00F31D0C"/>
    <w:rsid w:val="00F7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9E685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7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952AEF"/>
    <w:pPr>
      <w:ind w:left="720"/>
      <w:contextualSpacing/>
    </w:pPr>
  </w:style>
  <w:style w:type="table" w:styleId="TableGrid">
    <w:name w:val="Table Grid"/>
    <w:basedOn w:val="TableNormal"/>
    <w:rsid w:val="009C4E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A3C6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A3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0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82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116F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6F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116F84"/>
    <w:rPr>
      <w:vertAlign w:val="superscript"/>
    </w:rPr>
  </w:style>
  <w:style w:type="table" w:styleId="LightGrid-Accent4">
    <w:name w:val="Light Grid Accent 4"/>
    <w:basedOn w:val="TableNormal"/>
    <w:uiPriority w:val="67"/>
    <w:rsid w:val="00605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7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952AEF"/>
    <w:pPr>
      <w:ind w:left="720"/>
      <w:contextualSpacing/>
    </w:pPr>
  </w:style>
  <w:style w:type="table" w:styleId="TableGrid">
    <w:name w:val="Table Grid"/>
    <w:basedOn w:val="TableNormal"/>
    <w:rsid w:val="009C4E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A3C6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A3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0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82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116F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6F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116F84"/>
    <w:rPr>
      <w:vertAlign w:val="superscript"/>
    </w:rPr>
  </w:style>
  <w:style w:type="table" w:styleId="LightGrid-Accent4">
    <w:name w:val="Light Grid Accent 4"/>
    <w:basedOn w:val="TableNormal"/>
    <w:uiPriority w:val="67"/>
    <w:rsid w:val="00605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1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31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46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16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04%20-%20Templates\FR%2041%20-%20Writing%20Activit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231BA-0850-724F-BF76-6E5CEA414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\04 - Templates\FR 41 - Writing Activity.dotx</Template>
  <TotalTime>26</TotalTime>
  <Pages>1</Pages>
  <Words>227</Words>
  <Characters>1295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Edouard Smith</cp:lastModifiedBy>
  <cp:revision>3</cp:revision>
  <cp:lastPrinted>2012-10-01T10:47:00Z</cp:lastPrinted>
  <dcterms:created xsi:type="dcterms:W3CDTF">2013-10-08T23:48:00Z</dcterms:created>
  <dcterms:modified xsi:type="dcterms:W3CDTF">2013-10-09T00:14:00Z</dcterms:modified>
</cp:coreProperties>
</file>